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0206E" w14:textId="75434BEA" w:rsidR="00C774A0" w:rsidRDefault="00E81368" w:rsidP="00E81368">
      <w:pPr>
        <w:rPr>
          <w:rFonts w:ascii="Times New Roman" w:hAnsi="Times New Roman"/>
          <w:b/>
          <w:sz w:val="20"/>
          <w:szCs w:val="20"/>
          <w:lang w:val="es-MX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</w:p>
    <w:p w14:paraId="0B44FD7B" w14:textId="61EAE51B" w:rsidR="00253E4D" w:rsidRPr="00B96054" w:rsidRDefault="00B96054" w:rsidP="00C774A0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s-MX"/>
        </w:rPr>
        <w:t>APPLICATION FORM OUTBOUND CANDIDATES</w:t>
      </w:r>
      <w:r w:rsidR="00253E4D" w:rsidRPr="00B96054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253E4D" w:rsidRPr="00B96054">
        <w:rPr>
          <w:rFonts w:ascii="Times New Roman" w:hAnsi="Times New Roman"/>
          <w:b/>
          <w:i/>
          <w:sz w:val="20"/>
          <w:szCs w:val="20"/>
          <w:lang w:val="en-US"/>
        </w:rPr>
        <w:t>ERASMUS+</w:t>
      </w:r>
    </w:p>
    <w:p w14:paraId="20F46377" w14:textId="7060D97E" w:rsidR="00253E4D" w:rsidRPr="00C774A0" w:rsidRDefault="00B96054" w:rsidP="00253E4D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Academic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="00E81368" w:rsidRPr="00C774A0">
        <w:rPr>
          <w:rFonts w:ascii="Times New Roman" w:hAnsi="Times New Roman"/>
          <w:b/>
          <w:sz w:val="20"/>
          <w:szCs w:val="20"/>
          <w:lang w:val="es-MX"/>
        </w:rPr>
        <w:t>___________________________________</w:t>
      </w:r>
    </w:p>
    <w:p w14:paraId="27231788" w14:textId="7AFB6D86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Type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mobility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 xml:space="preserve">     □ SMS (</w:t>
      </w:r>
      <w:proofErr w:type="spellStart"/>
      <w:proofErr w:type="gramStart"/>
      <w:r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 xml:space="preserve">)   </w:t>
      </w:r>
      <w:proofErr w:type="gram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 xml:space="preserve"> □ SMP (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placement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)      □ STA (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teaching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)        □ STT (</w:t>
      </w:r>
      <w:r>
        <w:rPr>
          <w:rFonts w:ascii="Times New Roman" w:hAnsi="Times New Roman"/>
          <w:b/>
          <w:sz w:val="20"/>
          <w:szCs w:val="20"/>
          <w:lang w:val="es-MX"/>
        </w:rPr>
        <w:t>staff</w:t>
      </w:r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)</w:t>
      </w:r>
    </w:p>
    <w:p w14:paraId="084A859D" w14:textId="0429D35C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Surname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DF49D45" w14:textId="0F07C96E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First name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C42339D" w14:textId="6549BEDD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Date of birth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2C2D5D1" w14:textId="59B59B6A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Place of birth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77918D36" w14:textId="5F85B800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Citizenship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5E34C1A" w14:textId="1FE08746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Personal identification number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B53FCA5" w14:textId="74049EE3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Address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01022ED" w14:textId="7817BFC5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Mobile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4FB98850" w14:textId="61D4803C" w:rsidR="00253E4D" w:rsidRPr="00C774A0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>E</w:t>
      </w:r>
      <w:r w:rsidR="00121043" w:rsidRPr="00C774A0">
        <w:rPr>
          <w:rFonts w:ascii="Times New Roman" w:hAnsi="Times New Roman"/>
          <w:b/>
          <w:sz w:val="20"/>
          <w:szCs w:val="20"/>
          <w:lang w:val="it-IT"/>
        </w:rPr>
        <w:t>-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>mail</w:t>
      </w:r>
      <w:r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BAF4306" w14:textId="7E372906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Faculty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2DAB0E7A" w14:textId="6F10D956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2B882944" w14:textId="5E648168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Matriculation number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1A3DF96" w14:textId="57736528" w:rsidR="00253E4D" w:rsidRPr="00C774A0" w:rsidRDefault="00B96054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Average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previous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year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        </w:t>
      </w:r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_______________________________________________</w:t>
      </w:r>
    </w:p>
    <w:p w14:paraId="26C534B7" w14:textId="7E229B1B" w:rsidR="00253E4D" w:rsidRPr="00C774A0" w:rsidRDefault="00B96054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Average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1st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semester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    </w:t>
      </w:r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________________________________________________</w:t>
      </w:r>
    </w:p>
    <w:p w14:paraId="4697C620" w14:textId="11CDA4C0" w:rsidR="00253E4D" w:rsidRPr="00C774A0" w:rsidRDefault="00B96054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Average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all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study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years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 ________________________________________________</w:t>
      </w:r>
    </w:p>
    <w:p w14:paraId="4472017D" w14:textId="77B06F2F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Theme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PhD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thesis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</w:r>
    </w:p>
    <w:p w14:paraId="4B102864" w14:textId="5B25DC82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Coordinator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of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PhD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thesis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4A22F531" w14:textId="1BF8F893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Partner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university</w:t>
      </w:r>
      <w:proofErr w:type="spell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 xml:space="preserve"> (*)     </w:t>
      </w:r>
      <w:r>
        <w:rPr>
          <w:rFonts w:ascii="Times New Roman" w:hAnsi="Times New Roman"/>
          <w:b/>
          <w:sz w:val="20"/>
          <w:szCs w:val="20"/>
          <w:lang w:val="es-MX"/>
        </w:rPr>
        <w:t xml:space="preserve">         </w:t>
      </w:r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 xml:space="preserve">               </w:t>
      </w:r>
      <w:proofErr w:type="gramStart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1._</w:t>
      </w:r>
      <w:proofErr w:type="gramEnd"/>
      <w:r w:rsidR="00253E4D" w:rsidRPr="00C774A0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</w:t>
      </w:r>
    </w:p>
    <w:p w14:paraId="3A252DB2" w14:textId="25298EAA" w:rsidR="00253E4D" w:rsidRPr="00C774A0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2._______________________________________________</w:t>
      </w:r>
    </w:p>
    <w:p w14:paraId="3F56D7C9" w14:textId="5C3823F3" w:rsidR="00253E4D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</w:r>
      <w:r w:rsidRPr="00C774A0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3._______________________________________________</w:t>
      </w:r>
    </w:p>
    <w:p w14:paraId="70C7FDBC" w14:textId="01EAD067" w:rsidR="00445DA7" w:rsidRPr="00C774A0" w:rsidRDefault="00445DA7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Student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with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fewer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sz w:val="20"/>
          <w:szCs w:val="20"/>
          <w:lang w:val="es-MX"/>
        </w:rPr>
        <w:t>opportunities</w:t>
      </w:r>
      <w:proofErr w:type="spellEnd"/>
      <w:r>
        <w:rPr>
          <w:rFonts w:ascii="Times New Roman" w:hAnsi="Times New Roman"/>
          <w:b/>
          <w:sz w:val="20"/>
          <w:szCs w:val="20"/>
          <w:lang w:val="es-MX"/>
        </w:rPr>
        <w:t xml:space="preserve">               YES                            NO</w:t>
      </w:r>
      <w:bookmarkStart w:id="0" w:name="_GoBack"/>
      <w:bookmarkEnd w:id="0"/>
    </w:p>
    <w:p w14:paraId="611B1C3C" w14:textId="7596E623" w:rsidR="00253E4D" w:rsidRPr="00C774A0" w:rsidRDefault="00B96054" w:rsidP="00C774A0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Language proficiency</w:t>
      </w:r>
      <w:r w:rsidR="00C774A0">
        <w:rPr>
          <w:rFonts w:ascii="Times New Roman" w:hAnsi="Times New Roman"/>
          <w:b/>
          <w:sz w:val="20"/>
          <w:szCs w:val="20"/>
          <w:lang w:val="it-IT"/>
        </w:rPr>
        <w:t xml:space="preserve">:      </w:t>
      </w:r>
      <w:r>
        <w:rPr>
          <w:rFonts w:ascii="Times New Roman" w:hAnsi="Times New Roman"/>
          <w:b/>
          <w:sz w:val="20"/>
          <w:szCs w:val="20"/>
          <w:lang w:val="it-IT"/>
        </w:rPr>
        <w:t>Language</w:t>
      </w:r>
      <w:r w:rsidR="00C774A0">
        <w:rPr>
          <w:rFonts w:ascii="Times New Roman" w:hAnsi="Times New Roman"/>
          <w:b/>
          <w:sz w:val="20"/>
          <w:szCs w:val="20"/>
          <w:vertAlign w:val="subscript"/>
          <w:lang w:val="it-IT"/>
        </w:rPr>
        <w:t xml:space="preserve"> </w:t>
      </w:r>
      <w:r w:rsidR="00C774A0">
        <w:rPr>
          <w:rFonts w:ascii="Times New Roman" w:hAnsi="Times New Roman"/>
          <w:b/>
          <w:sz w:val="20"/>
          <w:szCs w:val="20"/>
          <w:lang w:val="it-IT"/>
        </w:rPr>
        <w:t xml:space="preserve">      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68171282" w14:textId="7792D00D" w:rsidR="00253E4D" w:rsidRPr="00C774A0" w:rsidRDefault="00B96054" w:rsidP="00253E4D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 xml:space="preserve">Language certificate                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 xml:space="preserve">               </w:t>
      </w:r>
      <w:r>
        <w:rPr>
          <w:rFonts w:ascii="Times New Roman" w:hAnsi="Times New Roman"/>
          <w:b/>
          <w:sz w:val="20"/>
          <w:szCs w:val="20"/>
          <w:lang w:val="it-IT"/>
        </w:rPr>
        <w:t xml:space="preserve">  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582DEC2D" w14:textId="5E4931C9" w:rsidR="00253E4D" w:rsidRPr="00C774A0" w:rsidRDefault="00B96054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Issued by</w:t>
      </w:r>
      <w:r w:rsidR="00253E4D" w:rsidRPr="00C774A0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DFCF1F8" w14:textId="7DA37EFC" w:rsidR="00253E4D" w:rsidRPr="00253E4D" w:rsidRDefault="00253E4D" w:rsidP="00253E4D">
      <w:pPr>
        <w:rPr>
          <w:rFonts w:ascii="Times New Roman" w:hAnsi="Times New Roman"/>
          <w:sz w:val="20"/>
          <w:szCs w:val="20"/>
        </w:rPr>
      </w:pPr>
      <w:r w:rsidRPr="00C774A0">
        <w:rPr>
          <w:rFonts w:ascii="Times New Roman" w:hAnsi="Times New Roman"/>
          <w:b/>
          <w:sz w:val="20"/>
          <w:szCs w:val="20"/>
          <w:lang w:val="it-IT"/>
        </w:rPr>
        <w:t xml:space="preserve">(*) </w:t>
      </w:r>
      <w:r w:rsidR="00B96054">
        <w:rPr>
          <w:rFonts w:ascii="Times New Roman" w:hAnsi="Times New Roman"/>
          <w:b/>
          <w:sz w:val="20"/>
          <w:szCs w:val="20"/>
          <w:lang w:val="it-IT"/>
        </w:rPr>
        <w:t>Candidates are requested to consult the list of partner universities and choose THREE host institutions, according to the type of the mobility chosen</w:t>
      </w:r>
    </w:p>
    <w:p w14:paraId="74CA6A36" w14:textId="77777777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</w:rPr>
      </w:pPr>
    </w:p>
    <w:sectPr w:rsidR="00253E4D" w:rsidRPr="00253E4D" w:rsidSect="00C774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567" w:bottom="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34FB5" w14:textId="77777777" w:rsidR="004B0AED" w:rsidRDefault="004B0AED" w:rsidP="00D2536B">
      <w:pPr>
        <w:spacing w:after="0" w:line="240" w:lineRule="auto"/>
      </w:pPr>
      <w:r>
        <w:separator/>
      </w:r>
    </w:p>
  </w:endnote>
  <w:endnote w:type="continuationSeparator" w:id="0">
    <w:p w14:paraId="5DE54498" w14:textId="77777777" w:rsidR="004B0AED" w:rsidRDefault="004B0AED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4B0AED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45733" w14:textId="77777777" w:rsidR="004B0AED" w:rsidRDefault="004B0AED" w:rsidP="00D2536B">
      <w:pPr>
        <w:spacing w:after="0" w:line="240" w:lineRule="auto"/>
      </w:pPr>
      <w:r>
        <w:separator/>
      </w:r>
    </w:p>
  </w:footnote>
  <w:footnote w:type="continuationSeparator" w:id="0">
    <w:p w14:paraId="2A8EB976" w14:textId="77777777" w:rsidR="004B0AED" w:rsidRDefault="004B0AED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21043"/>
    <w:rsid w:val="00151750"/>
    <w:rsid w:val="00174A85"/>
    <w:rsid w:val="001875D4"/>
    <w:rsid w:val="001E34B8"/>
    <w:rsid w:val="00253419"/>
    <w:rsid w:val="00253E4D"/>
    <w:rsid w:val="002D7D19"/>
    <w:rsid w:val="002F1287"/>
    <w:rsid w:val="002F50CB"/>
    <w:rsid w:val="00301440"/>
    <w:rsid w:val="0031217D"/>
    <w:rsid w:val="003306A8"/>
    <w:rsid w:val="00366D36"/>
    <w:rsid w:val="00434D24"/>
    <w:rsid w:val="00445DA7"/>
    <w:rsid w:val="004915CF"/>
    <w:rsid w:val="004A5472"/>
    <w:rsid w:val="004B0AED"/>
    <w:rsid w:val="004D7E7E"/>
    <w:rsid w:val="00531846"/>
    <w:rsid w:val="0059677A"/>
    <w:rsid w:val="00605ECC"/>
    <w:rsid w:val="0061031E"/>
    <w:rsid w:val="00631F67"/>
    <w:rsid w:val="00654D09"/>
    <w:rsid w:val="00685BF9"/>
    <w:rsid w:val="006940D7"/>
    <w:rsid w:val="00696A22"/>
    <w:rsid w:val="006A1CA7"/>
    <w:rsid w:val="00756E23"/>
    <w:rsid w:val="00771B96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96054"/>
    <w:rsid w:val="00BD31DF"/>
    <w:rsid w:val="00BE5CBF"/>
    <w:rsid w:val="00C024FC"/>
    <w:rsid w:val="00C606D5"/>
    <w:rsid w:val="00C66159"/>
    <w:rsid w:val="00C774A0"/>
    <w:rsid w:val="00CB5CC1"/>
    <w:rsid w:val="00D07E73"/>
    <w:rsid w:val="00D2536B"/>
    <w:rsid w:val="00D61646"/>
    <w:rsid w:val="00DC4320"/>
    <w:rsid w:val="00DD010A"/>
    <w:rsid w:val="00E0250C"/>
    <w:rsid w:val="00E4289F"/>
    <w:rsid w:val="00E740E9"/>
    <w:rsid w:val="00E81368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13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9</cp:revision>
  <cp:lastPrinted>2021-04-20T06:11:00Z</cp:lastPrinted>
  <dcterms:created xsi:type="dcterms:W3CDTF">2022-01-10T08:38:00Z</dcterms:created>
  <dcterms:modified xsi:type="dcterms:W3CDTF">2026-01-27T09:10:00Z</dcterms:modified>
</cp:coreProperties>
</file>